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4C36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A490B9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4DF959" w14:textId="3BD32C2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942FC">
        <w:rPr>
          <w:rFonts w:ascii="Corbel" w:hAnsi="Corbel"/>
          <w:b/>
          <w:smallCaps/>
          <w:sz w:val="24"/>
          <w:szCs w:val="24"/>
        </w:rPr>
        <w:t>2021-2024</w:t>
      </w:r>
    </w:p>
    <w:p w14:paraId="0D6387E1" w14:textId="24AC3B34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5942FC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D2066C" w14:textId="77777777" w:rsidR="005942FC" w:rsidRDefault="00445970" w:rsidP="005942F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A60B45">
        <w:rPr>
          <w:rFonts w:ascii="Corbel" w:hAnsi="Corbel"/>
          <w:sz w:val="20"/>
          <w:szCs w:val="20"/>
        </w:rPr>
        <w:t xml:space="preserve">ok akademicki </w:t>
      </w:r>
      <w:r w:rsidR="005942FC">
        <w:rPr>
          <w:rFonts w:ascii="Corbel" w:hAnsi="Corbel"/>
          <w:sz w:val="20"/>
          <w:szCs w:val="20"/>
        </w:rPr>
        <w:t>2022/2023</w:t>
      </w:r>
    </w:p>
    <w:p w14:paraId="144AF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DF562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EC6D26" w14:textId="77777777" w:rsidTr="00B819C8">
        <w:tc>
          <w:tcPr>
            <w:tcW w:w="2694" w:type="dxa"/>
            <w:vAlign w:val="center"/>
          </w:tcPr>
          <w:p w14:paraId="61F9EA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9FFE52" w14:textId="77777777" w:rsidR="0085747A" w:rsidRPr="000F067E" w:rsidRDefault="00245F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067E">
              <w:rPr>
                <w:rFonts w:ascii="Corbel" w:hAnsi="Corbel"/>
                <w:b w:val="0"/>
                <w:bCs/>
                <w:sz w:val="24"/>
                <w:szCs w:val="24"/>
              </w:rPr>
              <w:t>Projekt socjalny</w:t>
            </w:r>
          </w:p>
        </w:tc>
      </w:tr>
      <w:tr w:rsidR="0085747A" w:rsidRPr="009C54AE" w14:paraId="6306CD46" w14:textId="77777777" w:rsidTr="00B819C8">
        <w:tc>
          <w:tcPr>
            <w:tcW w:w="2694" w:type="dxa"/>
            <w:vAlign w:val="center"/>
          </w:tcPr>
          <w:p w14:paraId="3024311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7BCA24" w14:textId="77777777" w:rsidR="0085747A" w:rsidRPr="009C54AE" w:rsidRDefault="00D773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7731C">
              <w:rPr>
                <w:rFonts w:ascii="Corbel" w:hAnsi="Corbel"/>
                <w:b w:val="0"/>
                <w:sz w:val="24"/>
                <w:szCs w:val="24"/>
              </w:rPr>
              <w:t>P1S[4]O_01</w:t>
            </w:r>
          </w:p>
        </w:tc>
      </w:tr>
      <w:tr w:rsidR="00245F6A" w:rsidRPr="009C54AE" w14:paraId="2776DA1F" w14:textId="77777777" w:rsidTr="00B819C8">
        <w:tc>
          <w:tcPr>
            <w:tcW w:w="2694" w:type="dxa"/>
            <w:vAlign w:val="center"/>
          </w:tcPr>
          <w:p w14:paraId="16FDDC8F" w14:textId="77777777" w:rsidR="00245F6A" w:rsidRPr="009C54AE" w:rsidRDefault="00245F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032388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45F6A" w:rsidRPr="009C54AE" w14:paraId="00B14D8B" w14:textId="77777777" w:rsidTr="00B819C8">
        <w:tc>
          <w:tcPr>
            <w:tcW w:w="2694" w:type="dxa"/>
            <w:vAlign w:val="center"/>
          </w:tcPr>
          <w:p w14:paraId="159A9634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81128B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45F6A" w:rsidRPr="009C54AE" w14:paraId="69E53A29" w14:textId="77777777" w:rsidTr="00B819C8">
        <w:tc>
          <w:tcPr>
            <w:tcW w:w="2694" w:type="dxa"/>
            <w:vAlign w:val="center"/>
          </w:tcPr>
          <w:p w14:paraId="2CF88851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925575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245F6A" w:rsidRPr="009C54AE" w14:paraId="08EB206E" w14:textId="77777777" w:rsidTr="00B819C8">
        <w:tc>
          <w:tcPr>
            <w:tcW w:w="2694" w:type="dxa"/>
            <w:vAlign w:val="center"/>
          </w:tcPr>
          <w:p w14:paraId="19F53886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86294B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245F6A" w:rsidRPr="009C54AE" w14:paraId="256B4A60" w14:textId="77777777" w:rsidTr="00B819C8">
        <w:tc>
          <w:tcPr>
            <w:tcW w:w="2694" w:type="dxa"/>
            <w:vAlign w:val="center"/>
          </w:tcPr>
          <w:p w14:paraId="3F47CAF1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41551F" w14:textId="58185260" w:rsidR="00245F6A" w:rsidRPr="0041066D" w:rsidRDefault="000F067E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45F6A" w:rsidRPr="004106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245F6A" w:rsidRPr="009C54AE" w14:paraId="2555914F" w14:textId="77777777" w:rsidTr="00B819C8">
        <w:tc>
          <w:tcPr>
            <w:tcW w:w="2694" w:type="dxa"/>
            <w:vAlign w:val="center"/>
          </w:tcPr>
          <w:p w14:paraId="2010FCA0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B83EFF" w14:textId="4EF8D0BC" w:rsidR="00245F6A" w:rsidRPr="0041066D" w:rsidRDefault="000F067E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5F6A" w:rsidRPr="004106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5F6A" w:rsidRPr="009C54AE" w14:paraId="4964DDFE" w14:textId="77777777" w:rsidTr="00B819C8">
        <w:tc>
          <w:tcPr>
            <w:tcW w:w="2694" w:type="dxa"/>
            <w:vAlign w:val="center"/>
          </w:tcPr>
          <w:p w14:paraId="5EB440EA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2B3A35" w14:textId="604F66BA" w:rsidR="00245F6A" w:rsidRPr="0041066D" w:rsidRDefault="00A877EC" w:rsidP="00A60B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45F6A" w:rsidRPr="0041066D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A60B45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245F6A" w:rsidRPr="0041066D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0F067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5F6A" w:rsidRPr="0041066D">
              <w:rPr>
                <w:rFonts w:ascii="Corbel" w:hAnsi="Corbel"/>
                <w:b w:val="0"/>
                <w:sz w:val="24"/>
                <w:szCs w:val="24"/>
              </w:rPr>
              <w:t xml:space="preserve">emestr </w:t>
            </w:r>
            <w:r w:rsidR="00A60B4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45F6A" w:rsidRPr="0041066D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245F6A" w:rsidRPr="009C54AE" w14:paraId="143C0F81" w14:textId="77777777" w:rsidTr="00B819C8">
        <w:tc>
          <w:tcPr>
            <w:tcW w:w="2694" w:type="dxa"/>
            <w:vAlign w:val="center"/>
          </w:tcPr>
          <w:p w14:paraId="3DA531D7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5D369" w14:textId="2B28B0E1" w:rsidR="00245F6A" w:rsidRPr="0041066D" w:rsidRDefault="000F067E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A60B45">
              <w:rPr>
                <w:rFonts w:ascii="Corbel" w:hAnsi="Corbel"/>
                <w:b w:val="0"/>
                <w:sz w:val="24"/>
                <w:szCs w:val="24"/>
              </w:rPr>
              <w:t xml:space="preserve">ierunkowy </w:t>
            </w:r>
          </w:p>
        </w:tc>
      </w:tr>
      <w:tr w:rsidR="00245F6A" w:rsidRPr="009C54AE" w14:paraId="0CC12172" w14:textId="77777777" w:rsidTr="00B819C8">
        <w:tc>
          <w:tcPr>
            <w:tcW w:w="2694" w:type="dxa"/>
            <w:vAlign w:val="center"/>
          </w:tcPr>
          <w:p w14:paraId="5F2B8FB8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35671A" w14:textId="77777777" w:rsidR="00245F6A" w:rsidRPr="0041066D" w:rsidRDefault="00245F6A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245F6A" w:rsidRPr="009C54AE" w14:paraId="3FFA1F1A" w14:textId="77777777" w:rsidTr="00B819C8">
        <w:tc>
          <w:tcPr>
            <w:tcW w:w="2694" w:type="dxa"/>
            <w:vAlign w:val="center"/>
          </w:tcPr>
          <w:p w14:paraId="682CD373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B8D618" w14:textId="0A0024D5" w:rsidR="00245F6A" w:rsidRPr="0041066D" w:rsidRDefault="000F067E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Krzysztof Jamroży </w:t>
            </w:r>
          </w:p>
        </w:tc>
      </w:tr>
      <w:tr w:rsidR="00245F6A" w:rsidRPr="009C54AE" w14:paraId="4567E726" w14:textId="77777777" w:rsidTr="00B819C8">
        <w:tc>
          <w:tcPr>
            <w:tcW w:w="2694" w:type="dxa"/>
            <w:vAlign w:val="center"/>
          </w:tcPr>
          <w:p w14:paraId="7987EDC0" w14:textId="77777777" w:rsidR="00245F6A" w:rsidRPr="009C54AE" w:rsidRDefault="00245F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8DFA0" w14:textId="019749EF" w:rsidR="00245F6A" w:rsidRPr="0041066D" w:rsidRDefault="000F067E" w:rsidP="00C425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Krzysztof Jamroży </w:t>
            </w:r>
          </w:p>
        </w:tc>
      </w:tr>
    </w:tbl>
    <w:p w14:paraId="3E1B778B" w14:textId="77777777" w:rsidR="00923D7D" w:rsidRPr="009C54AE" w:rsidRDefault="0085747A" w:rsidP="00FA6A2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E53B8F">
        <w:rPr>
          <w:rFonts w:ascii="Corbel" w:hAnsi="Corbel"/>
          <w:sz w:val="24"/>
          <w:szCs w:val="24"/>
        </w:rPr>
        <w:t xml:space="preserve">* </w:t>
      </w:r>
      <w:r w:rsidRPr="00E53B8F">
        <w:rPr>
          <w:rFonts w:ascii="Corbel" w:hAnsi="Corbel"/>
          <w:i/>
          <w:sz w:val="24"/>
          <w:szCs w:val="24"/>
        </w:rPr>
        <w:t>-</w:t>
      </w:r>
      <w:r w:rsidR="00B90885" w:rsidRPr="00E53B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3B8F">
        <w:rPr>
          <w:rFonts w:ascii="Corbel" w:hAnsi="Corbel"/>
          <w:b w:val="0"/>
          <w:sz w:val="24"/>
          <w:szCs w:val="24"/>
        </w:rPr>
        <w:t>e,</w:t>
      </w:r>
      <w:r w:rsidRPr="00E53B8F">
        <w:rPr>
          <w:rFonts w:ascii="Corbel" w:hAnsi="Corbel"/>
          <w:i/>
          <w:sz w:val="24"/>
          <w:szCs w:val="24"/>
        </w:rPr>
        <w:t xml:space="preserve"> </w:t>
      </w:r>
      <w:r w:rsidRPr="00E53B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3B8F">
        <w:rPr>
          <w:rFonts w:ascii="Corbel" w:hAnsi="Corbel"/>
          <w:b w:val="0"/>
          <w:i/>
          <w:sz w:val="24"/>
          <w:szCs w:val="24"/>
        </w:rPr>
        <w:t>w Jednostce</w:t>
      </w:r>
    </w:p>
    <w:p w14:paraId="3EC5E810" w14:textId="77777777" w:rsidR="00923D7D" w:rsidRPr="009C54AE" w:rsidRDefault="0085747A" w:rsidP="001F521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7"/>
        <w:gridCol w:w="781"/>
        <w:gridCol w:w="851"/>
        <w:gridCol w:w="796"/>
        <w:gridCol w:w="818"/>
        <w:gridCol w:w="753"/>
        <w:gridCol w:w="943"/>
        <w:gridCol w:w="1249"/>
        <w:gridCol w:w="1482"/>
      </w:tblGrid>
      <w:tr w:rsidR="00015B8F" w:rsidRPr="009C54AE" w14:paraId="0AE8FBC4" w14:textId="77777777" w:rsidTr="00A60B4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7C1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FA374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A6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1A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B0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EF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3F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1A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7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D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Inne </w:t>
            </w:r>
            <w:r w:rsidR="00A60B45">
              <w:rPr>
                <w:rFonts w:ascii="Corbel" w:hAnsi="Corbel"/>
                <w:szCs w:val="24"/>
              </w:rPr>
              <w:t>(</w:t>
            </w:r>
            <w:proofErr w:type="spellStart"/>
            <w:r w:rsidR="00A60B45">
              <w:rPr>
                <w:rFonts w:ascii="Corbel" w:hAnsi="Corbel"/>
                <w:szCs w:val="24"/>
              </w:rPr>
              <w:t>warszaty</w:t>
            </w:r>
            <w:proofErr w:type="spellEnd"/>
            <w:r w:rsidR="00A60B45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E02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6383ED5" w14:textId="77777777" w:rsidTr="00A60B4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5709" w14:textId="77777777" w:rsidR="00015B8F" w:rsidRPr="009C54AE" w:rsidRDefault="00D773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BD07" w14:textId="6124E1C8" w:rsidR="00015B8F" w:rsidRPr="009C54AE" w:rsidRDefault="00A877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7754" w14:textId="5EF6AB4B" w:rsidR="00015B8F" w:rsidRPr="009C54AE" w:rsidRDefault="00A877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BDC9" w14:textId="38163CD4" w:rsidR="00015B8F" w:rsidRPr="009C54AE" w:rsidRDefault="00A877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B3FD" w14:textId="48287006" w:rsidR="00015B8F" w:rsidRPr="009C54AE" w:rsidRDefault="00A877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E760" w14:textId="525E7C4E" w:rsidR="00015B8F" w:rsidRPr="009C54AE" w:rsidRDefault="00A877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0806" w14:textId="0DD3AC48" w:rsidR="00015B8F" w:rsidRPr="009C54AE" w:rsidRDefault="00A877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7FDB" w14:textId="0C8507DF" w:rsidR="00015B8F" w:rsidRPr="009C54AE" w:rsidRDefault="00A877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DECE" w14:textId="77777777" w:rsidR="00015B8F" w:rsidRPr="009C54AE" w:rsidRDefault="00A60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748D" w14:textId="77777777" w:rsidR="00015B8F" w:rsidRPr="009C54AE" w:rsidRDefault="00245F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6CF43A6" w14:textId="77777777" w:rsidR="00923D7D" w:rsidRPr="009C54AE" w:rsidRDefault="00923D7D" w:rsidP="001F521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15E110" w14:textId="4DA45E40" w:rsidR="005942FC" w:rsidRDefault="0085747A" w:rsidP="000F067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C08D89" w14:textId="77777777" w:rsidR="000F067E" w:rsidRPr="000F067E" w:rsidRDefault="000F067E" w:rsidP="000F067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E1F2CE3" w14:textId="36681DEC" w:rsidR="0085747A" w:rsidRPr="009C54AE" w:rsidRDefault="005942F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50689E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D09CF3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C5F47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39524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8B9DE73" w14:textId="77777777" w:rsidR="005942FC" w:rsidRDefault="005942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17111D" w14:textId="5350AAEB" w:rsidR="009C54AE" w:rsidRDefault="00A60B4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67F867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B1A910" w14:textId="6D97BCE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1364BDE" w14:textId="77777777" w:rsidR="005942FC" w:rsidRPr="009C54AE" w:rsidRDefault="005942F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D2F2F" w14:textId="77777777" w:rsidTr="00745302">
        <w:tc>
          <w:tcPr>
            <w:tcW w:w="9670" w:type="dxa"/>
          </w:tcPr>
          <w:p w14:paraId="1DAFA301" w14:textId="6A6DA904" w:rsidR="0085747A" w:rsidRPr="009C54AE" w:rsidRDefault="000F06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</w:t>
            </w:r>
            <w:r w:rsidR="001F5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ów:</w:t>
            </w:r>
            <w:r w:rsidR="001F5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1F5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1F5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1F5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1F5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2D8056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540679" w14:textId="48058914" w:rsidR="0085747A" w:rsidRDefault="005942F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68A3BA" w14:textId="77777777" w:rsidR="005942FC" w:rsidRPr="00C05F44" w:rsidRDefault="005942F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8949DF" w14:textId="1259E957" w:rsidR="00F83B28" w:rsidRDefault="0071620A" w:rsidP="00FA6A2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59586B" w14:textId="77777777" w:rsidR="005942FC" w:rsidRPr="00FA6A23" w:rsidRDefault="005942FC" w:rsidP="00FA6A23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63C835F" w14:textId="77777777" w:rsidTr="00923D7D">
        <w:tc>
          <w:tcPr>
            <w:tcW w:w="851" w:type="dxa"/>
            <w:vAlign w:val="center"/>
          </w:tcPr>
          <w:p w14:paraId="5BE391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4F0340" w14:textId="77777777" w:rsidR="0085747A" w:rsidRPr="006A2E74" w:rsidRDefault="006A2E74" w:rsidP="006A2E7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sz w:val="24"/>
                <w:szCs w:val="24"/>
              </w:rPr>
              <w:t xml:space="preserve">Zapoznanie studentów z podstawowymi pojęciami z zakresu projektu socjalnego. </w:t>
            </w:r>
          </w:p>
        </w:tc>
      </w:tr>
      <w:tr w:rsidR="0085747A" w:rsidRPr="009C54AE" w14:paraId="4EDB1F6D" w14:textId="77777777" w:rsidTr="00923D7D">
        <w:tc>
          <w:tcPr>
            <w:tcW w:w="851" w:type="dxa"/>
            <w:vAlign w:val="center"/>
          </w:tcPr>
          <w:p w14:paraId="7A88942C" w14:textId="77777777" w:rsidR="0085747A" w:rsidRPr="009C54AE" w:rsidRDefault="006A2E7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A952D2" w14:textId="77777777" w:rsidR="0085747A" w:rsidRPr="006A2E74" w:rsidRDefault="006A2E74" w:rsidP="00635E3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sz w:val="24"/>
                <w:szCs w:val="24"/>
              </w:rPr>
              <w:t xml:space="preserve">Ukształtowanie u studentów praktycznych umiejętności wykorzystania projektu socjalnego w pracy socjalnej. </w:t>
            </w:r>
          </w:p>
        </w:tc>
      </w:tr>
      <w:tr w:rsidR="0085747A" w:rsidRPr="009C54AE" w14:paraId="5ABF592A" w14:textId="77777777" w:rsidTr="00923D7D">
        <w:tc>
          <w:tcPr>
            <w:tcW w:w="851" w:type="dxa"/>
            <w:vAlign w:val="center"/>
          </w:tcPr>
          <w:p w14:paraId="475169F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A2E7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95B32FA" w14:textId="29B26B03" w:rsidR="0085747A" w:rsidRPr="006A2E74" w:rsidRDefault="00635E34" w:rsidP="006A2E7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F3D85">
              <w:rPr>
                <w:rFonts w:ascii="Corbel" w:eastAsia="Cambria" w:hAnsi="Corbel"/>
                <w:sz w:val="24"/>
                <w:szCs w:val="24"/>
              </w:rPr>
              <w:t>Zapoznanie studentów z zasadami konstruowania projektu socjalnego.</w:t>
            </w:r>
          </w:p>
        </w:tc>
      </w:tr>
    </w:tbl>
    <w:p w14:paraId="79CC90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DEBB71" w14:textId="245DD9C8" w:rsidR="001D7B54" w:rsidRDefault="009F4610" w:rsidP="00FA6A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5E34">
        <w:rPr>
          <w:rFonts w:ascii="Corbel" w:hAnsi="Corbel"/>
          <w:b/>
          <w:sz w:val="24"/>
          <w:szCs w:val="24"/>
        </w:rPr>
        <w:t xml:space="preserve">3.2 </w:t>
      </w:r>
      <w:r w:rsidR="001D7B54" w:rsidRPr="00635E34">
        <w:rPr>
          <w:rFonts w:ascii="Corbel" w:hAnsi="Corbel"/>
          <w:b/>
          <w:sz w:val="24"/>
          <w:szCs w:val="24"/>
        </w:rPr>
        <w:t xml:space="preserve">Efekty </w:t>
      </w:r>
      <w:r w:rsidR="00C05F44" w:rsidRPr="00635E3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5E34">
        <w:rPr>
          <w:rFonts w:ascii="Corbel" w:hAnsi="Corbel"/>
          <w:b/>
          <w:sz w:val="24"/>
          <w:szCs w:val="24"/>
        </w:rPr>
        <w:t>dla przedmiotu</w:t>
      </w:r>
      <w:r w:rsidR="00445970" w:rsidRPr="00635E34">
        <w:rPr>
          <w:rFonts w:ascii="Corbel" w:hAnsi="Corbel"/>
          <w:sz w:val="24"/>
          <w:szCs w:val="24"/>
        </w:rPr>
        <w:t xml:space="preserve"> </w:t>
      </w:r>
    </w:p>
    <w:p w14:paraId="3F78A4E0" w14:textId="77777777" w:rsidR="005942FC" w:rsidRPr="00635E34" w:rsidRDefault="005942FC" w:rsidP="00FA6A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515"/>
        <w:gridCol w:w="1600"/>
      </w:tblGrid>
      <w:tr w:rsidR="00635E34" w:rsidRPr="00635E34" w14:paraId="216EF62A" w14:textId="77777777" w:rsidTr="00CA7AC8">
        <w:tc>
          <w:tcPr>
            <w:tcW w:w="1418" w:type="dxa"/>
          </w:tcPr>
          <w:p w14:paraId="2FCF2379" w14:textId="6D827F50" w:rsidR="00635E34" w:rsidRPr="00635E34" w:rsidRDefault="0050689E" w:rsidP="0050689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49" w:type="dxa"/>
          </w:tcPr>
          <w:p w14:paraId="3890A037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603" w:type="dxa"/>
          </w:tcPr>
          <w:p w14:paraId="1F5F2DDB" w14:textId="29CC99FF" w:rsidR="0050689E" w:rsidRPr="00635E34" w:rsidRDefault="0050689E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89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Odniesienie do efektów kierunkowych </w:t>
            </w:r>
            <w:r w:rsidRPr="0050689E">
              <w:rPr>
                <w:rFonts w:ascii="Corbel" w:hAnsi="Corbel"/>
                <w:b w:val="0"/>
                <w:smallCaps w:val="0"/>
                <w:sz w:val="22"/>
                <w:szCs w:val="24"/>
                <w:vertAlign w:val="superscript"/>
              </w:rPr>
              <w:footnoteReference w:id="1"/>
            </w:r>
          </w:p>
        </w:tc>
      </w:tr>
      <w:tr w:rsidR="00635E34" w:rsidRPr="00635E34" w14:paraId="7B1C1802" w14:textId="77777777" w:rsidTr="00CA7AC8">
        <w:tc>
          <w:tcPr>
            <w:tcW w:w="1418" w:type="dxa"/>
          </w:tcPr>
          <w:p w14:paraId="38E6674D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5E3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49" w:type="dxa"/>
          </w:tcPr>
          <w:p w14:paraId="7A15B7BB" w14:textId="5357A2BD" w:rsidR="00635E34" w:rsidRPr="00635E34" w:rsidRDefault="00DA769F" w:rsidP="00632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>procesy przemian w obrębie system</w:t>
            </w:r>
            <w:r w:rsidR="00632959">
              <w:rPr>
                <w:rFonts w:ascii="Corbel" w:hAnsi="Corbel"/>
                <w:b w:val="0"/>
                <w:smallCaps w:val="0"/>
                <w:szCs w:val="24"/>
              </w:rPr>
              <w:t>u pomocy społecznej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>, instytucji</w:t>
            </w:r>
            <w:r w:rsidR="00632959">
              <w:rPr>
                <w:rFonts w:ascii="Corbel" w:hAnsi="Corbel"/>
                <w:b w:val="0"/>
                <w:smallCaps w:val="0"/>
                <w:szCs w:val="24"/>
              </w:rPr>
              <w:t xml:space="preserve"> sfery socjalnej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i struktur społecznych oraz ich uwarunkowania </w:t>
            </w:r>
            <w:r w:rsidR="00632959">
              <w:rPr>
                <w:rFonts w:ascii="Corbel" w:hAnsi="Corbel"/>
                <w:b w:val="0"/>
                <w:smallCaps w:val="0"/>
                <w:szCs w:val="24"/>
              </w:rPr>
              <w:t>wraz z konsekwencjami, co przekłada się na możliwość kreowania rozwiązań w zakresie pracy socjalnej poprzez tworzenie projektów socjalnych</w:t>
            </w:r>
          </w:p>
        </w:tc>
        <w:tc>
          <w:tcPr>
            <w:tcW w:w="1603" w:type="dxa"/>
          </w:tcPr>
          <w:p w14:paraId="2E367B11" w14:textId="35B4B97C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DA769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635E34" w:rsidRPr="00635E34" w14:paraId="56E76D60" w14:textId="77777777" w:rsidTr="00CA7AC8">
        <w:tc>
          <w:tcPr>
            <w:tcW w:w="1418" w:type="dxa"/>
          </w:tcPr>
          <w:p w14:paraId="7FD206F3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49" w:type="dxa"/>
          </w:tcPr>
          <w:p w14:paraId="37618CCB" w14:textId="274C58BB" w:rsidR="00635E34" w:rsidRPr="00635E34" w:rsidRDefault="00DA769F" w:rsidP="00632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769F">
              <w:rPr>
                <w:rFonts w:ascii="Corbel" w:hAnsi="Corbel"/>
                <w:b w:val="0"/>
                <w:smallCaps w:val="0"/>
                <w:szCs w:val="24"/>
              </w:rPr>
              <w:t>Student zna i rozumie zasady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realizację projektu socjalnego</w:t>
            </w:r>
          </w:p>
        </w:tc>
        <w:tc>
          <w:tcPr>
            <w:tcW w:w="1603" w:type="dxa"/>
          </w:tcPr>
          <w:p w14:paraId="34630C9B" w14:textId="43126C8B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DA769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635E34" w:rsidRPr="00635E34" w14:paraId="63E70711" w14:textId="77777777" w:rsidTr="00CA7AC8">
        <w:tc>
          <w:tcPr>
            <w:tcW w:w="1418" w:type="dxa"/>
          </w:tcPr>
          <w:p w14:paraId="075BD844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49" w:type="dxa"/>
          </w:tcPr>
          <w:p w14:paraId="69845AC1" w14:textId="1C3D6FCB" w:rsidR="00635E34" w:rsidRPr="00635E34" w:rsidRDefault="00E20332" w:rsidP="00632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2D04B3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przebieg  </w:t>
            </w:r>
            <w:r w:rsidR="0077213C">
              <w:rPr>
                <w:rFonts w:ascii="Corbel" w:hAnsi="Corbel"/>
                <w:b w:val="0"/>
                <w:smallCaps w:val="0"/>
                <w:szCs w:val="24"/>
              </w:rPr>
              <w:t>istotnych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dla wykonywania pracy socjalnej procesów i zjawisk społecznych (</w:t>
            </w:r>
            <w:r w:rsidR="0077213C">
              <w:rPr>
                <w:rFonts w:ascii="Corbel" w:hAnsi="Corbel"/>
                <w:b w:val="0"/>
                <w:smallCaps w:val="0"/>
                <w:szCs w:val="24"/>
              </w:rPr>
              <w:t xml:space="preserve">np. 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>kulturowych, politycznych, prawnych, ekonomicznych)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wykorzystując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 socjalny celem zminimalizowania problemów społecznych</w:t>
            </w:r>
          </w:p>
        </w:tc>
        <w:tc>
          <w:tcPr>
            <w:tcW w:w="1603" w:type="dxa"/>
          </w:tcPr>
          <w:p w14:paraId="159A84D8" w14:textId="34C5D96B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A769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635E34" w:rsidRPr="00635E34" w14:paraId="6E0125E0" w14:textId="77777777" w:rsidTr="00CA7AC8">
        <w:tc>
          <w:tcPr>
            <w:tcW w:w="1418" w:type="dxa"/>
          </w:tcPr>
          <w:p w14:paraId="310704A6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49" w:type="dxa"/>
          </w:tcPr>
          <w:p w14:paraId="754A163D" w14:textId="2A593B3A" w:rsidR="00635E34" w:rsidRPr="00635E34" w:rsidRDefault="00E20332" w:rsidP="00632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</w:t>
            </w:r>
            <w:r w:rsidR="0077213C">
              <w:rPr>
                <w:rFonts w:ascii="Corbel" w:hAnsi="Corbel"/>
                <w:b w:val="0"/>
                <w:smallCaps w:val="0"/>
                <w:szCs w:val="24"/>
              </w:rPr>
              <w:t>siada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 w:rsidR="0077213C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77213C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7213C">
              <w:rPr>
                <w:rFonts w:ascii="Corbel" w:hAnsi="Corbel"/>
                <w:b w:val="0"/>
                <w:smallCaps w:val="0"/>
                <w:szCs w:val="24"/>
              </w:rPr>
              <w:t>określonych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problem</w:t>
            </w:r>
            <w:r w:rsidR="0077213C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 w:rsidR="0077213C">
              <w:rPr>
                <w:rFonts w:ascii="Corbel" w:hAnsi="Corbel"/>
                <w:b w:val="0"/>
                <w:smallCaps w:val="0"/>
                <w:szCs w:val="24"/>
              </w:rPr>
              <w:t>ych na poziomie lokalnym, regionalnym i krajowym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oraz przeciwdziałać </w:t>
            </w:r>
            <w:r w:rsidR="0077213C">
              <w:rPr>
                <w:rFonts w:ascii="Corbel" w:hAnsi="Corbel"/>
                <w:b w:val="0"/>
                <w:smallCaps w:val="0"/>
                <w:szCs w:val="24"/>
              </w:rPr>
              <w:t>ekskluzji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społecz</w:t>
            </w:r>
            <w:r w:rsidR="0077213C">
              <w:rPr>
                <w:rFonts w:ascii="Corbel" w:hAnsi="Corbel"/>
                <w:b w:val="0"/>
                <w:smallCaps w:val="0"/>
                <w:szCs w:val="24"/>
              </w:rPr>
              <w:t>nej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stosując projekt socjalny</w:t>
            </w:r>
          </w:p>
        </w:tc>
        <w:tc>
          <w:tcPr>
            <w:tcW w:w="1603" w:type="dxa"/>
          </w:tcPr>
          <w:p w14:paraId="36441C5E" w14:textId="5CA5A316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A769F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635E34" w:rsidRPr="00AF3D85" w14:paraId="5F1AD3BC" w14:textId="77777777" w:rsidTr="00CA7AC8">
        <w:tc>
          <w:tcPr>
            <w:tcW w:w="1418" w:type="dxa"/>
          </w:tcPr>
          <w:p w14:paraId="3D16F983" w14:textId="77777777" w:rsidR="00635E34" w:rsidRPr="00635E34" w:rsidRDefault="00635E34" w:rsidP="00CA7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649" w:type="dxa"/>
          </w:tcPr>
          <w:p w14:paraId="356EE93D" w14:textId="7AD70A69" w:rsidR="00340DF4" w:rsidRPr="00635E34" w:rsidRDefault="00E20332" w:rsidP="00632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9D34BC">
              <w:rPr>
                <w:rFonts w:ascii="Corbel" w:hAnsi="Corbel"/>
                <w:b w:val="0"/>
                <w:smallCaps w:val="0"/>
                <w:szCs w:val="24"/>
              </w:rPr>
              <w:t>stosowania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podstawo</w:t>
            </w:r>
            <w:r w:rsidR="009D34BC">
              <w:rPr>
                <w:rFonts w:ascii="Corbel" w:hAnsi="Corbel"/>
                <w:b w:val="0"/>
                <w:smallCaps w:val="0"/>
                <w:szCs w:val="24"/>
              </w:rPr>
              <w:t>wych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D34BC"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teoretyczn</w:t>
            </w:r>
            <w:r w:rsidR="009D34BC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w analiz</w:t>
            </w:r>
            <w:r w:rsidR="009D34BC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różnych aspektów ludzkich zachowań w celu diagnozowania, prognozowania </w:t>
            </w:r>
            <w:r w:rsidR="0033764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D34BC">
              <w:rPr>
                <w:rFonts w:ascii="Corbel" w:hAnsi="Corbel"/>
                <w:b w:val="0"/>
                <w:smallCaps w:val="0"/>
                <w:szCs w:val="24"/>
              </w:rPr>
              <w:t>tworzenia</w:t>
            </w:r>
            <w:r w:rsidR="00DA769F"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programów działań socjalnych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</w:t>
            </w:r>
            <w:r w:rsidR="00337645">
              <w:rPr>
                <w:rFonts w:ascii="Corbel" w:hAnsi="Corbel"/>
                <w:b w:val="0"/>
                <w:smallCaps w:val="0"/>
                <w:szCs w:val="24"/>
              </w:rPr>
              <w:t>projektowanie oraz realizację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projektu socjalnego</w:t>
            </w:r>
          </w:p>
        </w:tc>
        <w:tc>
          <w:tcPr>
            <w:tcW w:w="1603" w:type="dxa"/>
          </w:tcPr>
          <w:p w14:paraId="7AF68A0B" w14:textId="596C737D" w:rsidR="00635E34" w:rsidRPr="00AF3D85" w:rsidRDefault="00635E34" w:rsidP="00635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40DF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2339CA5C" w14:textId="77777777" w:rsidR="00635E34" w:rsidRDefault="00635E34" w:rsidP="00635E34">
      <w:pPr>
        <w:spacing w:after="0" w:line="240" w:lineRule="auto"/>
        <w:rPr>
          <w:rFonts w:ascii="Corbel" w:hAnsi="Corbel"/>
          <w:sz w:val="24"/>
          <w:szCs w:val="24"/>
        </w:rPr>
      </w:pPr>
    </w:p>
    <w:p w14:paraId="7B14F6F2" w14:textId="6C6723DA" w:rsidR="0085747A" w:rsidRDefault="00675843" w:rsidP="0017594B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BD74E3E" w14:textId="77777777" w:rsidR="005942FC" w:rsidRPr="0017594B" w:rsidRDefault="005942FC" w:rsidP="0017594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395940" w14:textId="3DE4BDF5" w:rsidR="00A877EC" w:rsidRPr="00A877EC" w:rsidRDefault="00A877EC" w:rsidP="00A877E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77E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77EC" w:rsidRPr="00CD30B9" w14:paraId="4DD00D8C" w14:textId="77777777" w:rsidTr="0022130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8BD39" w14:textId="77777777" w:rsidR="00A877EC" w:rsidRPr="00CD30B9" w:rsidRDefault="00A877EC" w:rsidP="00221302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D30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77EC" w:rsidRPr="00CD30B9" w14:paraId="5FA38BCB" w14:textId="77777777" w:rsidTr="0022130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8588" w14:textId="77777777" w:rsidR="00A877EC" w:rsidRPr="00CD30B9" w:rsidRDefault="00A877EC" w:rsidP="002213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110DBE7" w14:textId="4B857526" w:rsidR="78519DF5" w:rsidRDefault="78519DF5" w:rsidP="00A877E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6E52A5B6" w14:textId="64A1C1FB" w:rsidR="0085747A" w:rsidRDefault="0085747A" w:rsidP="0017594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8519DF5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78519DF5">
        <w:rPr>
          <w:rFonts w:ascii="Corbel" w:hAnsi="Corbel"/>
          <w:sz w:val="24"/>
          <w:szCs w:val="24"/>
        </w:rPr>
        <w:t xml:space="preserve">, </w:t>
      </w:r>
      <w:r w:rsidRPr="78519DF5">
        <w:rPr>
          <w:rFonts w:ascii="Corbel" w:hAnsi="Corbel"/>
          <w:sz w:val="24"/>
          <w:szCs w:val="24"/>
        </w:rPr>
        <w:t xml:space="preserve">zajęć praktycznych </w:t>
      </w:r>
    </w:p>
    <w:p w14:paraId="2C9BB478" w14:textId="77777777" w:rsidR="005942FC" w:rsidRPr="0017594B" w:rsidRDefault="005942FC" w:rsidP="005942F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FEB721" w14:textId="77777777" w:rsidTr="00923D7D">
        <w:tc>
          <w:tcPr>
            <w:tcW w:w="9639" w:type="dxa"/>
          </w:tcPr>
          <w:p w14:paraId="73AC246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594B" w:rsidRPr="009C54AE" w14:paraId="4382B6DE" w14:textId="77777777" w:rsidTr="00923D7D">
        <w:tc>
          <w:tcPr>
            <w:tcW w:w="9639" w:type="dxa"/>
          </w:tcPr>
          <w:p w14:paraId="1FC429C2" w14:textId="77777777" w:rsidR="0017594B" w:rsidRPr="00337645" w:rsidRDefault="0017594B" w:rsidP="00C425A0">
            <w:pPr>
              <w:spacing w:after="0" w:line="240" w:lineRule="auto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>Projekt socjalny (definicje, rodzaje, zastosowanie)</w:t>
            </w:r>
          </w:p>
        </w:tc>
      </w:tr>
      <w:tr w:rsidR="0017594B" w:rsidRPr="009C54AE" w14:paraId="1D6AAF12" w14:textId="77777777" w:rsidTr="00923D7D">
        <w:tc>
          <w:tcPr>
            <w:tcW w:w="9639" w:type="dxa"/>
          </w:tcPr>
          <w:p w14:paraId="08AE2FC1" w14:textId="77777777" w:rsidR="0017594B" w:rsidRPr="00337645" w:rsidRDefault="0017594B" w:rsidP="00C425A0">
            <w:pPr>
              <w:spacing w:after="0" w:line="240" w:lineRule="auto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>Struktura projektu (idea, diagnoza, operacjonalizacja, realizacja, ewaluacja)</w:t>
            </w:r>
          </w:p>
        </w:tc>
      </w:tr>
      <w:tr w:rsidR="0017594B" w:rsidRPr="009C54AE" w14:paraId="272FCF93" w14:textId="77777777" w:rsidTr="00923D7D">
        <w:tc>
          <w:tcPr>
            <w:tcW w:w="9639" w:type="dxa"/>
          </w:tcPr>
          <w:p w14:paraId="20CB029C" w14:textId="31C2CDC6" w:rsidR="0017594B" w:rsidRPr="00337645" w:rsidRDefault="0017594B" w:rsidP="003376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bookmarkStart w:id="0" w:name="_Hlk82937438"/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>Uzasadnienie wyboru tematyki projektu (wskazanie jego ważności pod względem społecznym</w:t>
            </w:r>
          </w:p>
        </w:tc>
      </w:tr>
      <w:tr w:rsidR="00554BA7" w:rsidRPr="009C54AE" w14:paraId="0D272368" w14:textId="77777777" w:rsidTr="00923D7D">
        <w:tc>
          <w:tcPr>
            <w:tcW w:w="9639" w:type="dxa"/>
          </w:tcPr>
          <w:p w14:paraId="40335A97" w14:textId="7E48C430" w:rsidR="00554BA7" w:rsidRPr="00337645" w:rsidRDefault="00554BA7" w:rsidP="003376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554BA7">
              <w:rPr>
                <w:rFonts w:ascii="Corbel" w:eastAsia="Cambria" w:hAnsi="Corbel"/>
                <w:bCs/>
                <w:sz w:val="24"/>
                <w:szCs w:val="24"/>
              </w:rPr>
              <w:t>Diagnoza wybranego problemu społecznego z uwzględnieniem potrzeb odbiorców/odbiorcy projektu)</w:t>
            </w:r>
          </w:p>
        </w:tc>
      </w:tr>
      <w:bookmarkEnd w:id="0"/>
      <w:tr w:rsidR="0017594B" w:rsidRPr="009C54AE" w14:paraId="212352A2" w14:textId="77777777" w:rsidTr="00923D7D">
        <w:tc>
          <w:tcPr>
            <w:tcW w:w="9639" w:type="dxa"/>
          </w:tcPr>
          <w:p w14:paraId="703AF704" w14:textId="77777777" w:rsidR="0017594B" w:rsidRPr="00337645" w:rsidRDefault="0017594B" w:rsidP="003376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 xml:space="preserve">Wnioskodawca i adresaci projektu </w:t>
            </w:r>
          </w:p>
        </w:tc>
      </w:tr>
      <w:tr w:rsidR="0017594B" w:rsidRPr="009C54AE" w14:paraId="3FFCE1BC" w14:textId="77777777" w:rsidTr="00923D7D">
        <w:tc>
          <w:tcPr>
            <w:tcW w:w="9639" w:type="dxa"/>
          </w:tcPr>
          <w:p w14:paraId="6325E631" w14:textId="77777777" w:rsidR="0017594B" w:rsidRPr="00337645" w:rsidRDefault="0017594B" w:rsidP="003376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>Określenie celów projektu (cel ogólny i cele szczegółowe)</w:t>
            </w:r>
          </w:p>
        </w:tc>
      </w:tr>
      <w:tr w:rsidR="0017594B" w:rsidRPr="009C54AE" w14:paraId="5B454CE4" w14:textId="77777777" w:rsidTr="00923D7D">
        <w:tc>
          <w:tcPr>
            <w:tcW w:w="9639" w:type="dxa"/>
          </w:tcPr>
          <w:p w14:paraId="636CAD68" w14:textId="77777777" w:rsidR="0017594B" w:rsidRPr="00337645" w:rsidRDefault="0017594B" w:rsidP="003376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>Obszar działań i zakres oferowanych usług</w:t>
            </w:r>
          </w:p>
        </w:tc>
      </w:tr>
      <w:tr w:rsidR="0017594B" w:rsidRPr="009C54AE" w14:paraId="7D26887A" w14:textId="77777777" w:rsidTr="00923D7D">
        <w:tc>
          <w:tcPr>
            <w:tcW w:w="9639" w:type="dxa"/>
          </w:tcPr>
          <w:p w14:paraId="0CA3A611" w14:textId="77777777" w:rsidR="0017594B" w:rsidRPr="00337645" w:rsidRDefault="0017594B" w:rsidP="003376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>Działania metodyczne zastosowane w projekcie</w:t>
            </w:r>
          </w:p>
        </w:tc>
      </w:tr>
      <w:tr w:rsidR="0017594B" w:rsidRPr="009C54AE" w14:paraId="494C859D" w14:textId="77777777" w:rsidTr="00923D7D">
        <w:tc>
          <w:tcPr>
            <w:tcW w:w="9639" w:type="dxa"/>
          </w:tcPr>
          <w:p w14:paraId="4A4EBA43" w14:textId="77777777" w:rsidR="0017594B" w:rsidRPr="00337645" w:rsidRDefault="0017594B" w:rsidP="003376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>Zasoby projektu - materialne (rzeczowe i finansowe) oraz niematerialne (zasoby ludzkie, umiejętności, zdolności, motywacje) oraz wykaz osób i instytucji zaangażowanych w projekt</w:t>
            </w:r>
          </w:p>
        </w:tc>
      </w:tr>
      <w:tr w:rsidR="0017594B" w:rsidRPr="009C54AE" w14:paraId="25188278" w14:textId="77777777" w:rsidTr="00923D7D">
        <w:tc>
          <w:tcPr>
            <w:tcW w:w="9639" w:type="dxa"/>
          </w:tcPr>
          <w:p w14:paraId="17AEB9BF" w14:textId="77777777" w:rsidR="0017594B" w:rsidRPr="00337645" w:rsidRDefault="0017594B" w:rsidP="003376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>Harmonogram zadań (sposoby jego opracowania)</w:t>
            </w:r>
          </w:p>
        </w:tc>
      </w:tr>
      <w:tr w:rsidR="0017594B" w:rsidRPr="009C54AE" w14:paraId="3D7A9A44" w14:textId="77777777" w:rsidTr="00923D7D">
        <w:tc>
          <w:tcPr>
            <w:tcW w:w="9639" w:type="dxa"/>
          </w:tcPr>
          <w:p w14:paraId="38520445" w14:textId="77777777" w:rsidR="0017594B" w:rsidRPr="00337645" w:rsidRDefault="0017594B" w:rsidP="003376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>Budżet projektu (przychody i wydatki projektu)</w:t>
            </w:r>
          </w:p>
        </w:tc>
      </w:tr>
      <w:tr w:rsidR="0017594B" w:rsidRPr="009C54AE" w14:paraId="0CE8928F" w14:textId="77777777" w:rsidTr="00923D7D">
        <w:tc>
          <w:tcPr>
            <w:tcW w:w="9639" w:type="dxa"/>
          </w:tcPr>
          <w:p w14:paraId="237CFC52" w14:textId="77777777" w:rsidR="0017594B" w:rsidRPr="00337645" w:rsidRDefault="0017594B" w:rsidP="003376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>Przewidywane efekty realizacji projektu (rezultaty twarde i miękkie oraz produkty projektu)</w:t>
            </w:r>
          </w:p>
        </w:tc>
      </w:tr>
      <w:tr w:rsidR="0017594B" w:rsidRPr="009C54AE" w14:paraId="4D96D1B5" w14:textId="77777777" w:rsidTr="00923D7D">
        <w:tc>
          <w:tcPr>
            <w:tcW w:w="9639" w:type="dxa"/>
          </w:tcPr>
          <w:p w14:paraId="514B3756" w14:textId="77777777" w:rsidR="0017594B" w:rsidRPr="00337645" w:rsidRDefault="0017594B" w:rsidP="003376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>Monitoring i ewaluacja projektu</w:t>
            </w:r>
          </w:p>
        </w:tc>
      </w:tr>
      <w:tr w:rsidR="0017594B" w:rsidRPr="009C54AE" w14:paraId="19CF0CF9" w14:textId="77777777" w:rsidTr="00923D7D">
        <w:tc>
          <w:tcPr>
            <w:tcW w:w="9639" w:type="dxa"/>
          </w:tcPr>
          <w:p w14:paraId="2DF7E313" w14:textId="77777777" w:rsidR="0017594B" w:rsidRPr="00337645" w:rsidRDefault="0017594B" w:rsidP="003376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 xml:space="preserve">Opracowanie wniosków końcowych w projekcie </w:t>
            </w:r>
          </w:p>
        </w:tc>
      </w:tr>
      <w:tr w:rsidR="0017594B" w:rsidRPr="009C54AE" w14:paraId="7C70C309" w14:textId="77777777" w:rsidTr="00923D7D">
        <w:tc>
          <w:tcPr>
            <w:tcW w:w="9639" w:type="dxa"/>
          </w:tcPr>
          <w:p w14:paraId="3731615B" w14:textId="77777777" w:rsidR="0017594B" w:rsidRPr="00337645" w:rsidRDefault="0017594B" w:rsidP="00337645">
            <w:pPr>
              <w:spacing w:after="0" w:line="240" w:lineRule="auto"/>
              <w:jc w:val="both"/>
              <w:rPr>
                <w:rFonts w:ascii="Corbel" w:eastAsia="Cambria" w:hAnsi="Corbel"/>
                <w:bCs/>
                <w:spacing w:val="-4"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pacing w:val="-4"/>
                <w:sz w:val="24"/>
                <w:szCs w:val="24"/>
              </w:rPr>
              <w:t>Realizacja projektu (wzajemna komunikacja, konflikty interpersonalne, dysponowanie środkami finansowymi, monitorowanie)</w:t>
            </w:r>
          </w:p>
        </w:tc>
      </w:tr>
      <w:tr w:rsidR="0017594B" w:rsidRPr="009C54AE" w14:paraId="01BDC720" w14:textId="77777777" w:rsidTr="00923D7D">
        <w:tc>
          <w:tcPr>
            <w:tcW w:w="9639" w:type="dxa"/>
          </w:tcPr>
          <w:p w14:paraId="0CF72E74" w14:textId="77777777" w:rsidR="0017594B" w:rsidRPr="00337645" w:rsidRDefault="0017594B" w:rsidP="00337645">
            <w:pPr>
              <w:spacing w:after="0" w:line="240" w:lineRule="auto"/>
              <w:jc w:val="both"/>
              <w:rPr>
                <w:rFonts w:ascii="Corbel" w:eastAsia="Cambria" w:hAnsi="Corbel"/>
                <w:bCs/>
                <w:spacing w:val="-4"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z w:val="24"/>
                <w:szCs w:val="24"/>
              </w:rPr>
              <w:t xml:space="preserve">Prezentacja opracowanych projektów socjalnych na forum grupy </w:t>
            </w:r>
          </w:p>
        </w:tc>
      </w:tr>
      <w:tr w:rsidR="0017594B" w:rsidRPr="009C54AE" w14:paraId="7B8E407D" w14:textId="77777777" w:rsidTr="00923D7D">
        <w:tc>
          <w:tcPr>
            <w:tcW w:w="9639" w:type="dxa"/>
          </w:tcPr>
          <w:p w14:paraId="688CC5D4" w14:textId="77777777" w:rsidR="0017594B" w:rsidRPr="00337645" w:rsidRDefault="0017594B" w:rsidP="00337645">
            <w:pPr>
              <w:spacing w:after="0" w:line="240" w:lineRule="auto"/>
              <w:jc w:val="both"/>
              <w:rPr>
                <w:rFonts w:ascii="Corbel" w:eastAsia="Cambria" w:hAnsi="Corbel"/>
                <w:bCs/>
                <w:spacing w:val="-4"/>
                <w:sz w:val="24"/>
                <w:szCs w:val="24"/>
              </w:rPr>
            </w:pPr>
            <w:r w:rsidRPr="00337645">
              <w:rPr>
                <w:rFonts w:ascii="Corbel" w:eastAsia="Cambria" w:hAnsi="Corbel"/>
                <w:bCs/>
                <w:spacing w:val="-4"/>
                <w:sz w:val="24"/>
                <w:szCs w:val="24"/>
              </w:rPr>
              <w:t>Uwarunkowania i możliwości kontynuacji działań realizowanych w ramach projektu socjalnego – działania organizacyjne, itp.</w:t>
            </w:r>
          </w:p>
        </w:tc>
      </w:tr>
    </w:tbl>
    <w:p w14:paraId="1B4CF0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B41AEB" w14:textId="1DE177AB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B8981C" w14:textId="77777777" w:rsidR="005942FC" w:rsidRPr="009C54AE" w:rsidRDefault="005942F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79AC33" w14:textId="73205BF9" w:rsidR="0017594B" w:rsidRPr="00337645" w:rsidRDefault="0017594B" w:rsidP="0017594B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 w:rsidRPr="00337645">
        <w:rPr>
          <w:rFonts w:ascii="Corbel" w:hAnsi="Corbel"/>
          <w:b w:val="0"/>
          <w:i/>
          <w:iCs/>
          <w:smallCaps w:val="0"/>
          <w:szCs w:val="24"/>
        </w:rPr>
        <w:t>Analiza i interpretacja tekstów źródłowych, praca w grupach, analiza wybranych problemów społecznych i możliwych sposobów ich rozwiązywania</w:t>
      </w:r>
      <w:r w:rsidR="00337645" w:rsidRPr="00337645">
        <w:rPr>
          <w:rFonts w:ascii="Corbel" w:hAnsi="Corbel"/>
          <w:b w:val="0"/>
          <w:i/>
          <w:iCs/>
          <w:smallCaps w:val="0"/>
          <w:szCs w:val="24"/>
        </w:rPr>
        <w:t>,</w:t>
      </w:r>
      <w:r w:rsidRPr="00337645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r w:rsidR="00337645" w:rsidRPr="00337645">
        <w:rPr>
          <w:rFonts w:ascii="Corbel" w:hAnsi="Corbel"/>
          <w:b w:val="0"/>
          <w:i/>
          <w:iCs/>
          <w:smallCaps w:val="0"/>
          <w:szCs w:val="24"/>
        </w:rPr>
        <w:t>opracowanie</w:t>
      </w:r>
      <w:r w:rsidRPr="00337645">
        <w:rPr>
          <w:rFonts w:ascii="Corbel" w:hAnsi="Corbel"/>
          <w:b w:val="0"/>
          <w:i/>
          <w:iCs/>
          <w:smallCaps w:val="0"/>
          <w:szCs w:val="24"/>
        </w:rPr>
        <w:t xml:space="preserve"> projektu socjalnego w grupach.</w:t>
      </w:r>
    </w:p>
    <w:p w14:paraId="47CFD9B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DF7236" w14:textId="5DB064D4" w:rsidR="00923D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3190031" w14:textId="77777777" w:rsidR="005942FC" w:rsidRPr="009C54AE" w:rsidRDefault="005942F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2D2E5A" w14:textId="01293637" w:rsidR="0085747A" w:rsidRDefault="0085747A" w:rsidP="0017594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118A5D" w14:textId="77777777" w:rsidR="005942FC" w:rsidRPr="0017594B" w:rsidRDefault="005942FC" w:rsidP="0017594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6273"/>
        <w:gridCol w:w="2117"/>
      </w:tblGrid>
      <w:tr w:rsidR="0085747A" w:rsidRPr="009C54AE" w14:paraId="5E19FD78" w14:textId="77777777" w:rsidTr="0017594B">
        <w:tc>
          <w:tcPr>
            <w:tcW w:w="1134" w:type="dxa"/>
            <w:vAlign w:val="center"/>
          </w:tcPr>
          <w:p w14:paraId="5E57F7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379" w:type="dxa"/>
            <w:vAlign w:val="center"/>
          </w:tcPr>
          <w:p w14:paraId="6FACBA8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7DD2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0D983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95F6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0103" w:rsidRPr="009C54AE" w14:paraId="3AF00F70" w14:textId="77777777" w:rsidTr="0017594B">
        <w:tc>
          <w:tcPr>
            <w:tcW w:w="1134" w:type="dxa"/>
          </w:tcPr>
          <w:p w14:paraId="261DC5B4" w14:textId="77777777" w:rsidR="000B0103" w:rsidRPr="009C54AE" w:rsidRDefault="000B0103" w:rsidP="00C42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5F364D73" w14:textId="77777777" w:rsidR="000B0103" w:rsidRPr="00554BA7" w:rsidRDefault="000B0103" w:rsidP="00554B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554BA7">
              <w:rPr>
                <w:rFonts w:ascii="Corbel" w:hAnsi="Corbel"/>
                <w:b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26" w:type="dxa"/>
          </w:tcPr>
          <w:p w14:paraId="4146246C" w14:textId="77777777" w:rsidR="000B0103" w:rsidRPr="000B0103" w:rsidRDefault="000B01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  <w:tr w:rsidR="000B0103" w:rsidRPr="009C54AE" w14:paraId="1795930E" w14:textId="77777777" w:rsidTr="0017594B">
        <w:tc>
          <w:tcPr>
            <w:tcW w:w="1134" w:type="dxa"/>
          </w:tcPr>
          <w:p w14:paraId="268D0B1D" w14:textId="77777777" w:rsidR="000B0103" w:rsidRPr="009C54AE" w:rsidRDefault="000B0103" w:rsidP="00C425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0BF01FB2" w14:textId="77777777" w:rsidR="000B0103" w:rsidRPr="00554BA7" w:rsidRDefault="000B0103" w:rsidP="00554B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554BA7">
              <w:rPr>
                <w:rFonts w:ascii="Corbel" w:hAnsi="Corbel"/>
                <w:b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26" w:type="dxa"/>
          </w:tcPr>
          <w:p w14:paraId="15FCA012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  <w:tr w:rsidR="000B0103" w:rsidRPr="009C54AE" w14:paraId="2E24B62C" w14:textId="77777777" w:rsidTr="0017594B">
        <w:tc>
          <w:tcPr>
            <w:tcW w:w="1134" w:type="dxa"/>
          </w:tcPr>
          <w:p w14:paraId="6037429F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4303B2FD" w14:textId="77777777" w:rsidR="000B0103" w:rsidRPr="00554BA7" w:rsidRDefault="000B0103" w:rsidP="00554B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554BA7">
              <w:rPr>
                <w:rFonts w:ascii="Corbel" w:hAnsi="Corbel"/>
                <w:b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26" w:type="dxa"/>
          </w:tcPr>
          <w:p w14:paraId="7FF67CF5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  <w:tr w:rsidR="000B0103" w:rsidRPr="009C54AE" w14:paraId="11FBEE0B" w14:textId="77777777" w:rsidTr="0017594B">
        <w:tc>
          <w:tcPr>
            <w:tcW w:w="1134" w:type="dxa"/>
          </w:tcPr>
          <w:p w14:paraId="516D7081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6E81D961" w14:textId="77777777" w:rsidR="000B0103" w:rsidRPr="00554BA7" w:rsidRDefault="000B0103" w:rsidP="00554B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554BA7">
              <w:rPr>
                <w:rFonts w:ascii="Corbel" w:hAnsi="Corbel"/>
                <w:b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26" w:type="dxa"/>
          </w:tcPr>
          <w:p w14:paraId="067D5A40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  <w:tr w:rsidR="000B0103" w:rsidRPr="009C54AE" w14:paraId="02D7943B" w14:textId="77777777" w:rsidTr="0017594B">
        <w:tc>
          <w:tcPr>
            <w:tcW w:w="1134" w:type="dxa"/>
          </w:tcPr>
          <w:p w14:paraId="08E7D698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9" w:type="dxa"/>
          </w:tcPr>
          <w:p w14:paraId="41203A58" w14:textId="77777777" w:rsidR="000B0103" w:rsidRPr="00554BA7" w:rsidRDefault="000B0103" w:rsidP="00554B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554BA7">
              <w:rPr>
                <w:rFonts w:ascii="Corbel" w:hAnsi="Corbel"/>
                <w:b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26" w:type="dxa"/>
          </w:tcPr>
          <w:p w14:paraId="0C6B137F" w14:textId="77777777" w:rsidR="000B0103" w:rsidRPr="000B0103" w:rsidRDefault="000B0103" w:rsidP="000B0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103">
              <w:rPr>
                <w:rFonts w:ascii="Corbel" w:hAnsi="Corbel"/>
                <w:b w:val="0"/>
                <w:smallCaps w:val="0"/>
                <w:szCs w:val="24"/>
              </w:rPr>
              <w:t xml:space="preserve">Warsztat </w:t>
            </w:r>
          </w:p>
        </w:tc>
      </w:tr>
    </w:tbl>
    <w:p w14:paraId="6E1E7BAC" w14:textId="77777777" w:rsidR="005942FC" w:rsidRDefault="003E1941" w:rsidP="00A877EC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84B823" w14:textId="2CF5D5F9" w:rsidR="00923D7D" w:rsidRPr="009C54AE" w:rsidRDefault="00923D7D" w:rsidP="000B010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BE2D67" w14:textId="77777777" w:rsidTr="00923D7D">
        <w:tc>
          <w:tcPr>
            <w:tcW w:w="9670" w:type="dxa"/>
          </w:tcPr>
          <w:p w14:paraId="71E83FFA" w14:textId="77777777" w:rsidR="0085747A" w:rsidRDefault="00554BA7" w:rsidP="001526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Opracowanie projektu socjalnego (100% oceny końcowej). </w:t>
            </w:r>
          </w:p>
          <w:p w14:paraId="09731C83" w14:textId="7DAB634F" w:rsidR="00554BA7" w:rsidRPr="00E254A9" w:rsidRDefault="00A32A7F" w:rsidP="00A32A7F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  <w:u w:val="single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Sposób oceny </w:t>
            </w:r>
            <w:r w:rsidR="00554BA7"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 w:rsidR="00E254A9">
              <w:rPr>
                <w:rFonts w:ascii="Corbel" w:hAnsi="Corbel"/>
                <w:b w:val="0"/>
                <w:bCs/>
                <w:smallCaps w:val="0"/>
                <w:szCs w:val="24"/>
              </w:rPr>
              <w:t>ojektu socjalnego</w:t>
            </w:r>
            <w:r w:rsidR="002666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(obowiązkowo muszą być w nim zawarte wszystkie poniższe elementy)</w:t>
            </w:r>
            <w:r w:rsidR="00554BA7"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od 0 do 6 pkt</w:t>
            </w:r>
            <w:r w:rsidR="00554BA7">
              <w:rPr>
                <w:rFonts w:ascii="Corbel" w:hAnsi="Corbel"/>
                <w:b w:val="0"/>
                <w:bCs/>
                <w:smallCaps w:val="0"/>
                <w:szCs w:val="24"/>
              </w:rPr>
              <w:t>.:</w:t>
            </w:r>
          </w:p>
          <w:p w14:paraId="49A9B2D9" w14:textId="33D61E2F" w:rsidR="00554BA7" w:rsidRDefault="00554BA7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u</w:t>
            </w:r>
            <w:r w:rsidRPr="00554BA7">
              <w:rPr>
                <w:rFonts w:ascii="Corbel" w:hAnsi="Corbel"/>
                <w:b w:val="0"/>
                <w:bCs/>
                <w:smallCaps w:val="0"/>
                <w:szCs w:val="24"/>
              </w:rPr>
              <w:t>zasadnienie wyboru tematyki projektu (wskazanie jego ważności pod względem społecznym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) 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 pkt</w:t>
            </w:r>
            <w:r w:rsidRPr="00554BA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E254A9"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14:paraId="4DBE8433" w14:textId="0F4B9BC2" w:rsidR="00554BA7" w:rsidRDefault="00554BA7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 w:rsidRPr="00554BA7">
              <w:rPr>
                <w:rFonts w:ascii="Corbel" w:hAnsi="Corbel"/>
                <w:b w:val="0"/>
                <w:bCs/>
                <w:smallCaps w:val="0"/>
                <w:szCs w:val="24"/>
              </w:rPr>
              <w:t>iagnoza wybranego problemu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społecznego</w:t>
            </w:r>
            <w:r w:rsidRPr="00554BA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 uwzględnieniem potrzeb odbiorców/odbiorcy projektu)</w:t>
            </w:r>
            <w:r w:rsidR="00E254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 w:rsidR="00E254A9">
              <w:rPr>
                <w:rFonts w:ascii="Corbel" w:hAnsi="Corbel"/>
                <w:b w:val="0"/>
                <w:bCs/>
                <w:smallCaps w:val="0"/>
                <w:szCs w:val="24"/>
              </w:rPr>
              <w:t>1 pkt;</w:t>
            </w:r>
          </w:p>
          <w:p w14:paraId="648463B5" w14:textId="28B7A02A" w:rsidR="00E254A9" w:rsidRDefault="00E254A9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</w:t>
            </w:r>
            <w:r w:rsidRPr="00E254A9">
              <w:rPr>
                <w:rFonts w:ascii="Corbel" w:hAnsi="Corbel"/>
                <w:b w:val="0"/>
                <w:bCs/>
                <w:smallCaps w:val="0"/>
                <w:szCs w:val="24"/>
              </w:rPr>
              <w:t>nioskodawca i adresaci projektu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 pkt;</w:t>
            </w:r>
          </w:p>
          <w:p w14:paraId="72513512" w14:textId="2DC7B02F" w:rsidR="00E254A9" w:rsidRDefault="00E254A9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Pr="00E254A9">
              <w:rPr>
                <w:rFonts w:ascii="Corbel" w:hAnsi="Corbel"/>
                <w:b w:val="0"/>
                <w:bCs/>
                <w:smallCaps w:val="0"/>
                <w:szCs w:val="24"/>
              </w:rPr>
              <w:t>kreślenie celów projektu (cel ogólny i cele szczegółowe)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 pkt;</w:t>
            </w:r>
          </w:p>
          <w:p w14:paraId="5D0C09D5" w14:textId="1168A44C" w:rsidR="00E254A9" w:rsidRDefault="002666BD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bszar działań i zakres oferowanych usług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 pkt;</w:t>
            </w:r>
          </w:p>
          <w:p w14:paraId="306C5416" w14:textId="51D875BC" w:rsidR="002666BD" w:rsidRDefault="002666BD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ziałania metodyczne zastosowane w projekcie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 pkt;</w:t>
            </w:r>
          </w:p>
          <w:p w14:paraId="46C17693" w14:textId="6FF7EFEE" w:rsidR="002666BD" w:rsidRDefault="002666BD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asoby projektu - materialne (rzeczowe i finansowe) oraz niematerialne (zasoby ludzkie, umiejętności, zdolności, motywacje)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 pkt;</w:t>
            </w:r>
          </w:p>
          <w:p w14:paraId="6F647BB8" w14:textId="7A983B3A" w:rsidR="002666BD" w:rsidRDefault="002666BD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wykaz osób i instytucji zaangażowanych w projekt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 pkt;</w:t>
            </w:r>
          </w:p>
          <w:p w14:paraId="44EA97D2" w14:textId="52EC9F6B" w:rsidR="002666BD" w:rsidRDefault="002666BD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h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armonogram zadań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 pkt;</w:t>
            </w:r>
          </w:p>
          <w:p w14:paraId="051AB048" w14:textId="2B193768" w:rsidR="002666BD" w:rsidRDefault="002666BD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b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udżet projektu (przychody i wydatki projektu)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 pkt;</w:t>
            </w:r>
          </w:p>
          <w:p w14:paraId="6C3099C6" w14:textId="2555413F" w:rsidR="002666BD" w:rsidRDefault="002666BD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rzewidywane efekty realizacji projektu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 pkt;</w:t>
            </w:r>
          </w:p>
          <w:p w14:paraId="3D1719D1" w14:textId="7B738991" w:rsidR="002666BD" w:rsidRDefault="002666BD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onitoring i ewaluacja projektu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 pkt;</w:t>
            </w:r>
          </w:p>
          <w:p w14:paraId="0C4372EE" w14:textId="0F8B892E" w:rsidR="002666BD" w:rsidRDefault="002666BD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pracowanie wniosków końcowych w projekcie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 pkt.</w:t>
            </w:r>
          </w:p>
          <w:p w14:paraId="5BBB1B69" w14:textId="4B335810" w:rsidR="00A32A7F" w:rsidRDefault="002666BD" w:rsidP="00554BA7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</w:t>
            </w:r>
            <w:r w:rsidR="00554BA7"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porządzenie bibliografii (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zgodnie z przekazanymi wytycznymi i zawarcie jej w projekcie</w:t>
            </w:r>
            <w:r w:rsidR="00554BA7"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) –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 w:rsidR="00554BA7"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1 pkt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14:paraId="30AFCA8D" w14:textId="4C75833B" w:rsidR="00A32A7F" w:rsidRPr="00A32A7F" w:rsidRDefault="00A32A7F" w:rsidP="00A32A7F">
            <w:pPr>
              <w:pStyle w:val="Punktygwne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zaprezentowanie i omówienie przez członków grupy opracowanego projektu socjalnego – 0-3 pkt.</w:t>
            </w:r>
          </w:p>
          <w:p w14:paraId="2B0BFDA1" w14:textId="77777777" w:rsidR="0027151D" w:rsidRDefault="00554BA7" w:rsidP="0027151D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Łącznie można uzyskać 1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</w:rPr>
              <w:t>7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pkt, co daje 100% oceny zaliczeniowej. </w:t>
            </w:r>
          </w:p>
          <w:p w14:paraId="04BEDC70" w14:textId="4FBEB4C0" w:rsidR="0027151D" w:rsidRPr="0027151D" w:rsidRDefault="0027151D" w:rsidP="0027151D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Ilość uzyskanych punktów będzie przeliczana na procenty</w:t>
            </w: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(%)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odnoszona do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poniższej skali </w:t>
            </w: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>ocen (od 2.0 do 5.0):</w:t>
            </w:r>
          </w:p>
          <w:p w14:paraId="291B78F3" w14:textId="77777777" w:rsidR="0027151D" w:rsidRPr="0027151D" w:rsidRDefault="0027151D" w:rsidP="0027151D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>• 91% - 100% (5.0)</w:t>
            </w:r>
          </w:p>
          <w:p w14:paraId="1DFBC7F7" w14:textId="77777777" w:rsidR="0027151D" w:rsidRPr="0027151D" w:rsidRDefault="0027151D" w:rsidP="0027151D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>• 82% - 90% (4.5)</w:t>
            </w:r>
          </w:p>
          <w:p w14:paraId="5F32FF5B" w14:textId="77777777" w:rsidR="0027151D" w:rsidRPr="0027151D" w:rsidRDefault="0027151D" w:rsidP="0027151D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>• 73% - 81% (4.0)</w:t>
            </w:r>
          </w:p>
          <w:p w14:paraId="427B41D7" w14:textId="77777777" w:rsidR="0027151D" w:rsidRPr="0027151D" w:rsidRDefault="0027151D" w:rsidP="0027151D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• 64% - 72% (3.5)</w:t>
            </w:r>
          </w:p>
          <w:p w14:paraId="0D99B1A5" w14:textId="77777777" w:rsidR="0027151D" w:rsidRPr="0027151D" w:rsidRDefault="0027151D" w:rsidP="0027151D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>• 55% - 63% (3.0)</w:t>
            </w:r>
          </w:p>
          <w:p w14:paraId="22353DB5" w14:textId="6F8D1D1F" w:rsidR="00A877EC" w:rsidRPr="00A1704F" w:rsidRDefault="0027151D" w:rsidP="00A32A7F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>• poniżej 55% (2.0).</w:t>
            </w:r>
          </w:p>
          <w:p w14:paraId="459900BD" w14:textId="18CF7BDC" w:rsidR="00554BA7" w:rsidRPr="009C54AE" w:rsidRDefault="00554BA7" w:rsidP="00554B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Plagiat jest równoznaczny z uzyskaniem 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wyniku 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0 pkt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.</w:t>
            </w:r>
            <w:r w:rsidR="0027151D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 (0%)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 </w:t>
            </w:r>
            <w:r w:rsidR="00A32A7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i otrzymaniem oceny 2,0 (</w:t>
            </w:r>
            <w:proofErr w:type="spellStart"/>
            <w:r w:rsidR="00A32A7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ndst</w:t>
            </w:r>
            <w:proofErr w:type="spellEnd"/>
            <w:r w:rsidR="00A32A7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) </w:t>
            </w:r>
          </w:p>
        </w:tc>
      </w:tr>
    </w:tbl>
    <w:p w14:paraId="16903590" w14:textId="77777777" w:rsidR="0027151D" w:rsidRDefault="00A32A7F" w:rsidP="00554BA7">
      <w:pPr>
        <w:pStyle w:val="Bezodstpw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 </w:t>
      </w:r>
    </w:p>
    <w:p w14:paraId="51CCF410" w14:textId="32698E98" w:rsidR="0085747A" w:rsidRPr="001526ED" w:rsidRDefault="0085747A" w:rsidP="00554BA7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EE44A61" w14:textId="77777777" w:rsidTr="003E1941">
        <w:tc>
          <w:tcPr>
            <w:tcW w:w="4962" w:type="dxa"/>
            <w:vAlign w:val="center"/>
          </w:tcPr>
          <w:p w14:paraId="3EBBDC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083B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10E665F" w14:textId="77777777" w:rsidTr="00923D7D">
        <w:tc>
          <w:tcPr>
            <w:tcW w:w="4962" w:type="dxa"/>
          </w:tcPr>
          <w:p w14:paraId="1706629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016F0E" w14:textId="77777777" w:rsidR="0085747A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9C54AE" w14:paraId="0D4A06F7" w14:textId="77777777" w:rsidTr="00923D7D">
        <w:tc>
          <w:tcPr>
            <w:tcW w:w="4962" w:type="dxa"/>
          </w:tcPr>
          <w:p w14:paraId="107A0E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59587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806907" w14:textId="4568C2D6" w:rsidR="00C61DC5" w:rsidRPr="009C54AE" w:rsidRDefault="00271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8B388B4" w14:textId="77777777" w:rsidTr="00923D7D">
        <w:tc>
          <w:tcPr>
            <w:tcW w:w="4962" w:type="dxa"/>
          </w:tcPr>
          <w:p w14:paraId="6BF9E7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09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426F45" w14:textId="4608D02D" w:rsidR="00C61DC5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7151D">
              <w:rPr>
                <w:rFonts w:ascii="Corbel" w:hAnsi="Corbel"/>
                <w:sz w:val="24"/>
                <w:szCs w:val="24"/>
              </w:rPr>
              <w:t>05</w:t>
            </w:r>
          </w:p>
        </w:tc>
      </w:tr>
      <w:tr w:rsidR="0085747A" w:rsidRPr="009C54AE" w14:paraId="3A4E8600" w14:textId="77777777" w:rsidTr="00923D7D">
        <w:tc>
          <w:tcPr>
            <w:tcW w:w="4962" w:type="dxa"/>
          </w:tcPr>
          <w:p w14:paraId="0A9024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EBEE7" w14:textId="77777777" w:rsidR="0085747A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75A5B6C4" w14:textId="77777777" w:rsidTr="00923D7D">
        <w:tc>
          <w:tcPr>
            <w:tcW w:w="4962" w:type="dxa"/>
          </w:tcPr>
          <w:p w14:paraId="71777E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4D042C" w14:textId="77777777" w:rsidR="0085747A" w:rsidRPr="009C54AE" w:rsidRDefault="001526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16172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7403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B19132" w14:textId="77777777" w:rsidR="0085747A" w:rsidRPr="009C54AE" w:rsidRDefault="0071620A" w:rsidP="008F09C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</w:tblGrid>
      <w:tr w:rsidR="005942FC" w:rsidRPr="009C54AE" w14:paraId="200D479C" w14:textId="77777777" w:rsidTr="001F521A">
        <w:trPr>
          <w:trHeight w:val="397"/>
        </w:trPr>
        <w:tc>
          <w:tcPr>
            <w:tcW w:w="3969" w:type="dxa"/>
          </w:tcPr>
          <w:p w14:paraId="721C34E1" w14:textId="77777777" w:rsidR="005942FC" w:rsidRPr="009C54AE" w:rsidRDefault="005942FC" w:rsidP="005942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3F25968C" w14:textId="197D6412" w:rsidR="005942FC" w:rsidRPr="00554BA7" w:rsidRDefault="00554BA7" w:rsidP="005942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n</w:t>
            </w:r>
            <w:r w:rsidR="005942FC" w:rsidRPr="00554BA7">
              <w:rPr>
                <w:rFonts w:ascii="Corbel" w:hAnsi="Corbel"/>
                <w:b w:val="0"/>
                <w:bCs/>
                <w:color w:val="000000"/>
                <w:szCs w:val="24"/>
              </w:rPr>
              <w:t>ie dotyczy</w:t>
            </w:r>
          </w:p>
        </w:tc>
      </w:tr>
      <w:tr w:rsidR="005942FC" w:rsidRPr="009C54AE" w14:paraId="04765317" w14:textId="77777777" w:rsidTr="001F521A">
        <w:trPr>
          <w:trHeight w:val="397"/>
        </w:trPr>
        <w:tc>
          <w:tcPr>
            <w:tcW w:w="3969" w:type="dxa"/>
          </w:tcPr>
          <w:p w14:paraId="388101D7" w14:textId="77777777" w:rsidR="005942FC" w:rsidRPr="009C54AE" w:rsidRDefault="005942FC" w:rsidP="005942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48306A99" w14:textId="6BA67666" w:rsidR="005942FC" w:rsidRPr="00554BA7" w:rsidRDefault="00554BA7" w:rsidP="005942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n</w:t>
            </w:r>
            <w:r w:rsidR="005942FC" w:rsidRPr="00554BA7">
              <w:rPr>
                <w:rFonts w:ascii="Corbel" w:hAnsi="Corbel"/>
                <w:b w:val="0"/>
                <w:bCs/>
                <w:color w:val="000000"/>
                <w:szCs w:val="24"/>
              </w:rPr>
              <w:t>ie dotyczy</w:t>
            </w:r>
          </w:p>
        </w:tc>
      </w:tr>
    </w:tbl>
    <w:p w14:paraId="1FF84A92" w14:textId="77777777" w:rsidR="00635E34" w:rsidRDefault="00635E34" w:rsidP="00A877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98C7B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D32AA5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6E67DA" w14:textId="77777777" w:rsidTr="008F09C5">
        <w:trPr>
          <w:trHeight w:val="397"/>
        </w:trPr>
        <w:tc>
          <w:tcPr>
            <w:tcW w:w="9639" w:type="dxa"/>
          </w:tcPr>
          <w:p w14:paraId="6BBDDD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04384E" w14:textId="77777777" w:rsidR="008C5F8C" w:rsidRDefault="008C5F8C" w:rsidP="008C5F8C">
            <w:pPr>
              <w:pStyle w:val="NormalnyWeb"/>
              <w:spacing w:before="120" w:beforeAutospacing="0" w:after="120" w:afterAutospacing="0"/>
              <w:jc w:val="both"/>
              <w:rPr>
                <w:rFonts w:ascii="Corbel" w:eastAsia="Calibri" w:hAnsi="Corbel"/>
                <w:lang w:eastAsia="en-US"/>
              </w:rPr>
            </w:pPr>
            <w:proofErr w:type="spellStart"/>
            <w:r w:rsidRPr="008F09C5">
              <w:rPr>
                <w:rFonts w:ascii="Corbel" w:eastAsia="Calibri" w:hAnsi="Corbel"/>
                <w:lang w:eastAsia="en-US"/>
              </w:rPr>
              <w:t>Marynowicz</w:t>
            </w:r>
            <w:proofErr w:type="spellEnd"/>
            <w:r w:rsidRPr="008F09C5">
              <w:rPr>
                <w:rFonts w:ascii="Corbel" w:eastAsia="Calibri" w:hAnsi="Corbel"/>
                <w:lang w:eastAsia="en-US"/>
              </w:rPr>
              <w:t>-Hetka</w:t>
            </w:r>
            <w:r>
              <w:rPr>
                <w:rFonts w:ascii="Corbel" w:eastAsia="Calibri" w:hAnsi="Corbel"/>
                <w:lang w:eastAsia="en-US"/>
              </w:rPr>
              <w:t xml:space="preserve"> E. (1998). </w:t>
            </w:r>
            <w:r w:rsidRPr="008C5F8C">
              <w:rPr>
                <w:rFonts w:ascii="Corbel" w:eastAsia="Calibri" w:hAnsi="Corbel"/>
                <w:i/>
                <w:iCs/>
                <w:lang w:eastAsia="en-US"/>
              </w:rPr>
              <w:t>Wokół problemów działania społecznego</w:t>
            </w:r>
            <w:r>
              <w:rPr>
                <w:rFonts w:ascii="Corbel" w:eastAsia="Calibri" w:hAnsi="Corbel"/>
                <w:i/>
                <w:iCs/>
                <w:lang w:eastAsia="en-US"/>
              </w:rPr>
              <w:t>.</w:t>
            </w:r>
            <w:r w:rsidRPr="008F09C5">
              <w:rPr>
                <w:rFonts w:ascii="Corbel" w:eastAsia="Calibri" w:hAnsi="Corbel"/>
                <w:lang w:eastAsia="en-US"/>
              </w:rPr>
              <w:t xml:space="preserve"> </w:t>
            </w:r>
            <w:r>
              <w:rPr>
                <w:rFonts w:ascii="Corbel" w:eastAsia="Calibri" w:hAnsi="Corbel"/>
                <w:lang w:eastAsia="en-US"/>
              </w:rPr>
              <w:t>Katowice: Śląsk.</w:t>
            </w:r>
          </w:p>
          <w:p w14:paraId="64F0E53F" w14:textId="0DE4A6CC" w:rsidR="008C5F8C" w:rsidRPr="008C5F8C" w:rsidRDefault="008C5F8C" w:rsidP="008C5F8C">
            <w:pPr>
              <w:pStyle w:val="NormalnyWeb"/>
              <w:spacing w:before="120" w:beforeAutospacing="0" w:after="120" w:afterAutospacing="0"/>
              <w:jc w:val="both"/>
              <w:rPr>
                <w:rFonts w:ascii="Corbel" w:eastAsia="Calibri" w:hAnsi="Corbel"/>
                <w:lang w:eastAsia="en-US"/>
              </w:rPr>
            </w:pPr>
            <w:r>
              <w:rPr>
                <w:rFonts w:ascii="Corbel" w:eastAsia="Calibri" w:hAnsi="Corbel"/>
                <w:lang w:eastAsia="en-US"/>
              </w:rPr>
              <w:t xml:space="preserve">Przybyszewska K., Jagodzińska M. (2013). </w:t>
            </w:r>
            <w:r w:rsidRPr="00972637">
              <w:rPr>
                <w:rFonts w:ascii="Corbel" w:eastAsia="Calibri" w:hAnsi="Corbel"/>
                <w:i/>
                <w:iCs/>
                <w:lang w:eastAsia="en-US"/>
              </w:rPr>
              <w:t>Projekt socjalny wobec niedostosowanych społecznie : skrypt dla studentów</w:t>
            </w:r>
            <w:r>
              <w:rPr>
                <w:rFonts w:ascii="Corbel" w:eastAsia="Calibri" w:hAnsi="Corbel"/>
                <w:lang w:eastAsia="en-US"/>
              </w:rPr>
              <w:t xml:space="preserve">. </w:t>
            </w:r>
            <w:r w:rsidRPr="008C5F8C">
              <w:rPr>
                <w:rFonts w:ascii="Corbel" w:eastAsia="Calibri" w:hAnsi="Corbel"/>
                <w:lang w:eastAsia="en-US"/>
              </w:rPr>
              <w:t>Płock: Wydawnictwo Państwowej Wyższej Szkoły Zawodowej</w:t>
            </w:r>
            <w:r>
              <w:rPr>
                <w:rFonts w:ascii="Corbel" w:eastAsia="Calibri" w:hAnsi="Corbel"/>
                <w:lang w:eastAsia="en-US"/>
              </w:rPr>
              <w:t>.</w:t>
            </w:r>
          </w:p>
          <w:p w14:paraId="300C5D92" w14:textId="21649080" w:rsidR="008C5F8C" w:rsidRPr="008C5F8C" w:rsidRDefault="008C5F8C" w:rsidP="008C5F8C">
            <w:pPr>
              <w:pStyle w:val="NormalnyWeb"/>
              <w:spacing w:before="120" w:beforeAutospacing="0" w:after="12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8F09C5">
              <w:rPr>
                <w:rFonts w:ascii="Corbel" w:eastAsia="Calibri" w:hAnsi="Corbel"/>
                <w:lang w:eastAsia="en-US"/>
              </w:rPr>
              <w:t>Wolska-</w:t>
            </w:r>
            <w:proofErr w:type="spellStart"/>
            <w:r w:rsidRPr="008F09C5">
              <w:rPr>
                <w:rFonts w:ascii="Corbel" w:eastAsia="Calibri" w:hAnsi="Corbel"/>
                <w:lang w:eastAsia="en-US"/>
              </w:rPr>
              <w:t>Prylińska</w:t>
            </w:r>
            <w:proofErr w:type="spellEnd"/>
            <w:r>
              <w:rPr>
                <w:rFonts w:ascii="Corbel" w:eastAsia="Calibri" w:hAnsi="Corbel"/>
                <w:lang w:eastAsia="en-US"/>
              </w:rPr>
              <w:t xml:space="preserve"> D. (2010).</w:t>
            </w:r>
            <w:r w:rsidRPr="008F09C5">
              <w:rPr>
                <w:rFonts w:ascii="Corbel" w:eastAsia="Calibri" w:hAnsi="Corbel"/>
                <w:lang w:eastAsia="en-US"/>
              </w:rPr>
              <w:t xml:space="preserve"> </w:t>
            </w:r>
            <w:r w:rsidRPr="0029348A">
              <w:rPr>
                <w:rFonts w:ascii="Corbel" w:eastAsia="Calibri" w:hAnsi="Corbel"/>
                <w:i/>
                <w:iCs/>
                <w:lang w:eastAsia="en-US"/>
              </w:rPr>
              <w:t>Projekt socjalny w kształceniu i działaniu społecznym</w:t>
            </w:r>
            <w:r>
              <w:rPr>
                <w:rFonts w:ascii="Corbel" w:eastAsia="Calibri" w:hAnsi="Corbel"/>
                <w:i/>
                <w:iCs/>
                <w:lang w:eastAsia="en-US"/>
              </w:rPr>
              <w:t>.</w:t>
            </w:r>
            <w:r w:rsidRPr="008F09C5">
              <w:rPr>
                <w:rFonts w:ascii="Corbel" w:eastAsia="Calibri" w:hAnsi="Corbel"/>
                <w:lang w:eastAsia="en-US"/>
              </w:rPr>
              <w:t xml:space="preserve"> </w:t>
            </w:r>
            <w:r>
              <w:rPr>
                <w:rFonts w:ascii="Corbel" w:eastAsia="Calibri" w:hAnsi="Corbel"/>
                <w:lang w:eastAsia="en-US"/>
              </w:rPr>
              <w:t xml:space="preserve">Katowice: </w:t>
            </w:r>
            <w:hyperlink r:id="rId11" w:history="1">
              <w:r w:rsidRPr="008F09C5">
                <w:rPr>
                  <w:rFonts w:ascii="Corbel" w:eastAsia="Calibri" w:hAnsi="Corbel"/>
                  <w:lang w:eastAsia="en-US"/>
                </w:rPr>
                <w:t>Śląsk</w:t>
              </w:r>
              <w:r>
                <w:rPr>
                  <w:rFonts w:ascii="Corbel" w:eastAsia="Calibri" w:hAnsi="Corbel"/>
                  <w:lang w:eastAsia="en-US"/>
                </w:rPr>
                <w:t>.</w:t>
              </w:r>
            </w:hyperlink>
          </w:p>
        </w:tc>
      </w:tr>
      <w:tr w:rsidR="0085747A" w:rsidRPr="009C54AE" w14:paraId="6C0D894B" w14:textId="77777777" w:rsidTr="008F09C5">
        <w:trPr>
          <w:trHeight w:val="397"/>
        </w:trPr>
        <w:tc>
          <w:tcPr>
            <w:tcW w:w="9639" w:type="dxa"/>
          </w:tcPr>
          <w:p w14:paraId="3FF7826D" w14:textId="03B809B6" w:rsidR="008F09C5" w:rsidRPr="008C5F8C" w:rsidRDefault="0085747A" w:rsidP="008C5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A90E37" w14:textId="77777777" w:rsidR="00972637" w:rsidRPr="008F09C5" w:rsidRDefault="00972637" w:rsidP="00972637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Szczepkowski J. (2017). </w:t>
            </w:r>
            <w:r w:rsidRPr="00972637">
              <w:rPr>
                <w:rFonts w:ascii="Corbel" w:hAnsi="Corbel"/>
                <w:i/>
                <w:iCs/>
                <w:sz w:val="24"/>
                <w:szCs w:val="24"/>
              </w:rPr>
              <w:t>Praca socjalna – Podejście Skoncentrowana na Rozwiązaniach</w:t>
            </w:r>
            <w:r w:rsidRPr="008F09C5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Toruń: Akapit.</w:t>
            </w:r>
          </w:p>
          <w:p w14:paraId="1893383D" w14:textId="77777777" w:rsidR="00972637" w:rsidRDefault="00972637" w:rsidP="00972637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09C5">
              <w:rPr>
                <w:rFonts w:ascii="Corbel" w:hAnsi="Corbel"/>
                <w:b w:val="0"/>
                <w:smallCaps w:val="0"/>
                <w:szCs w:val="24"/>
              </w:rPr>
              <w:t>Wódz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(2004</w:t>
            </w:r>
            <w:r w:rsidRPr="0097263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). Praca socjalna w środowisku zamieszkania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8F09C5">
              <w:rPr>
                <w:rFonts w:ascii="Corbel" w:hAnsi="Corbel"/>
                <w:b w:val="0"/>
                <w:smallCaps w:val="0"/>
                <w:szCs w:val="24"/>
              </w:rPr>
              <w:t xml:space="preserve">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Śląsk.</w:t>
            </w:r>
          </w:p>
          <w:p w14:paraId="3C42DC63" w14:textId="62E130FC" w:rsidR="00972637" w:rsidRPr="008F09C5" w:rsidRDefault="00972637" w:rsidP="00972637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2637">
              <w:rPr>
                <w:rFonts w:ascii="Corbel" w:hAnsi="Corbel"/>
                <w:b w:val="0"/>
                <w:smallCaps w:val="0"/>
                <w:szCs w:val="24"/>
              </w:rPr>
              <w:t xml:space="preserve">Wronowski G. (2008). </w:t>
            </w:r>
            <w:r w:rsidRPr="0097263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skutecznie napisać projekt socjalny. Poradnik dla potencjalnych</w:t>
            </w:r>
            <w:r w:rsidRPr="00972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263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projektodawców z EFS. </w:t>
            </w:r>
            <w:r w:rsidRPr="00972637">
              <w:rPr>
                <w:rFonts w:ascii="Corbel" w:hAnsi="Corbel"/>
                <w:b w:val="0"/>
                <w:smallCaps w:val="0"/>
                <w:szCs w:val="24"/>
              </w:rPr>
              <w:t xml:space="preserve">Warszawa: Wydawnictwo </w:t>
            </w:r>
            <w:proofErr w:type="spellStart"/>
            <w:r w:rsidRPr="00972637">
              <w:rPr>
                <w:rFonts w:ascii="Corbel" w:hAnsi="Corbel"/>
                <w:b w:val="0"/>
                <w:smallCaps w:val="0"/>
                <w:szCs w:val="24"/>
              </w:rPr>
              <w:t>Verlag</w:t>
            </w:r>
            <w:proofErr w:type="spellEnd"/>
            <w:r w:rsidRPr="00972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72637">
              <w:rPr>
                <w:rFonts w:ascii="Corbel" w:hAnsi="Corbel"/>
                <w:b w:val="0"/>
                <w:smallCaps w:val="0"/>
                <w:szCs w:val="24"/>
              </w:rPr>
              <w:t>Dashofer</w:t>
            </w:r>
            <w:proofErr w:type="spellEnd"/>
          </w:p>
        </w:tc>
      </w:tr>
    </w:tbl>
    <w:p w14:paraId="7382BC45" w14:textId="77777777" w:rsidR="00A877EC" w:rsidRDefault="00A877EC" w:rsidP="00A877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55B468" w14:textId="13A31C56" w:rsidR="0085747A" w:rsidRPr="009C54AE" w:rsidRDefault="0085747A" w:rsidP="00A877EC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616A3" w14:textId="77777777" w:rsidR="006525B9" w:rsidRDefault="006525B9" w:rsidP="00C16ABF">
      <w:pPr>
        <w:spacing w:after="0" w:line="240" w:lineRule="auto"/>
      </w:pPr>
      <w:r>
        <w:separator/>
      </w:r>
    </w:p>
  </w:endnote>
  <w:endnote w:type="continuationSeparator" w:id="0">
    <w:p w14:paraId="1072BFA4" w14:textId="77777777" w:rsidR="006525B9" w:rsidRDefault="006525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494001"/>
      <w:docPartObj>
        <w:docPartGallery w:val="Page Numbers (Bottom of Page)"/>
        <w:docPartUnique/>
      </w:docPartObj>
    </w:sdtPr>
    <w:sdtEndPr/>
    <w:sdtContent>
      <w:p w14:paraId="1140421B" w14:textId="77777777" w:rsidR="001F521A" w:rsidRDefault="00BB1EF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E3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934B337" w14:textId="77777777" w:rsidR="001F521A" w:rsidRDefault="001F52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DAE7B" w14:textId="77777777" w:rsidR="006525B9" w:rsidRDefault="006525B9" w:rsidP="00C16ABF">
      <w:pPr>
        <w:spacing w:after="0" w:line="240" w:lineRule="auto"/>
      </w:pPr>
      <w:r>
        <w:separator/>
      </w:r>
    </w:p>
  </w:footnote>
  <w:footnote w:type="continuationSeparator" w:id="0">
    <w:p w14:paraId="0973F3E7" w14:textId="77777777" w:rsidR="006525B9" w:rsidRDefault="006525B9" w:rsidP="00C16ABF">
      <w:pPr>
        <w:spacing w:after="0" w:line="240" w:lineRule="auto"/>
      </w:pPr>
      <w:r>
        <w:continuationSeparator/>
      </w:r>
    </w:p>
  </w:footnote>
  <w:footnote w:id="1">
    <w:p w14:paraId="293C9F55" w14:textId="77777777" w:rsidR="0050689E" w:rsidRDefault="0050689E" w:rsidP="0050689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0B6369"/>
    <w:multiLevelType w:val="hybridMultilevel"/>
    <w:tmpl w:val="862E2F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51E7"/>
    <w:multiLevelType w:val="hybridMultilevel"/>
    <w:tmpl w:val="073AA8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27C18"/>
    <w:multiLevelType w:val="hybridMultilevel"/>
    <w:tmpl w:val="3906F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103"/>
    <w:rsid w:val="000B192D"/>
    <w:rsid w:val="000B28EE"/>
    <w:rsid w:val="000B3E37"/>
    <w:rsid w:val="000D04B0"/>
    <w:rsid w:val="000F067E"/>
    <w:rsid w:val="000F1C57"/>
    <w:rsid w:val="000F5615"/>
    <w:rsid w:val="00124BFF"/>
    <w:rsid w:val="0012560E"/>
    <w:rsid w:val="00127108"/>
    <w:rsid w:val="00134B13"/>
    <w:rsid w:val="00146BC0"/>
    <w:rsid w:val="001526ED"/>
    <w:rsid w:val="00153C41"/>
    <w:rsid w:val="00154381"/>
    <w:rsid w:val="001640A7"/>
    <w:rsid w:val="00164FA7"/>
    <w:rsid w:val="00166A03"/>
    <w:rsid w:val="001718A7"/>
    <w:rsid w:val="001737CF"/>
    <w:rsid w:val="0017594B"/>
    <w:rsid w:val="00176083"/>
    <w:rsid w:val="00192F37"/>
    <w:rsid w:val="001A70D2"/>
    <w:rsid w:val="001C69FF"/>
    <w:rsid w:val="001D657B"/>
    <w:rsid w:val="001D7B54"/>
    <w:rsid w:val="001E0209"/>
    <w:rsid w:val="001F2CA2"/>
    <w:rsid w:val="001F521A"/>
    <w:rsid w:val="002144C0"/>
    <w:rsid w:val="0022477D"/>
    <w:rsid w:val="002278A9"/>
    <w:rsid w:val="002336F9"/>
    <w:rsid w:val="0023415C"/>
    <w:rsid w:val="0024028F"/>
    <w:rsid w:val="00244ABC"/>
    <w:rsid w:val="00245F6A"/>
    <w:rsid w:val="002666BD"/>
    <w:rsid w:val="0027151D"/>
    <w:rsid w:val="00281FF2"/>
    <w:rsid w:val="002857DE"/>
    <w:rsid w:val="00291567"/>
    <w:rsid w:val="0029348A"/>
    <w:rsid w:val="002A22BF"/>
    <w:rsid w:val="002A2389"/>
    <w:rsid w:val="002A671D"/>
    <w:rsid w:val="002B4D55"/>
    <w:rsid w:val="002B5EA0"/>
    <w:rsid w:val="002B6119"/>
    <w:rsid w:val="002C1F06"/>
    <w:rsid w:val="002D04B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645"/>
    <w:rsid w:val="00340DF4"/>
    <w:rsid w:val="00346FE9"/>
    <w:rsid w:val="0034759A"/>
    <w:rsid w:val="003503F6"/>
    <w:rsid w:val="003530DD"/>
    <w:rsid w:val="00363F78"/>
    <w:rsid w:val="003904CC"/>
    <w:rsid w:val="003A0A5B"/>
    <w:rsid w:val="003A1176"/>
    <w:rsid w:val="003C0BAE"/>
    <w:rsid w:val="003C717D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C46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89E"/>
    <w:rsid w:val="00513B6F"/>
    <w:rsid w:val="00517C63"/>
    <w:rsid w:val="005363C4"/>
    <w:rsid w:val="00536BDE"/>
    <w:rsid w:val="00543ACC"/>
    <w:rsid w:val="00551EF3"/>
    <w:rsid w:val="00554BA7"/>
    <w:rsid w:val="0056696D"/>
    <w:rsid w:val="005942FC"/>
    <w:rsid w:val="0059484D"/>
    <w:rsid w:val="005A0855"/>
    <w:rsid w:val="005A3196"/>
    <w:rsid w:val="005B025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959"/>
    <w:rsid w:val="00635E34"/>
    <w:rsid w:val="00647FA8"/>
    <w:rsid w:val="00650C5F"/>
    <w:rsid w:val="006525B9"/>
    <w:rsid w:val="00654934"/>
    <w:rsid w:val="006620D9"/>
    <w:rsid w:val="00671958"/>
    <w:rsid w:val="00675843"/>
    <w:rsid w:val="00696477"/>
    <w:rsid w:val="006A2E7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AF3"/>
    <w:rsid w:val="007327BD"/>
    <w:rsid w:val="00734608"/>
    <w:rsid w:val="00745302"/>
    <w:rsid w:val="007461D6"/>
    <w:rsid w:val="00746EC8"/>
    <w:rsid w:val="00763BF1"/>
    <w:rsid w:val="00766FD4"/>
    <w:rsid w:val="0077213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F8C"/>
    <w:rsid w:val="008D3DFB"/>
    <w:rsid w:val="008E64F4"/>
    <w:rsid w:val="008F09C5"/>
    <w:rsid w:val="008F12C9"/>
    <w:rsid w:val="008F6E29"/>
    <w:rsid w:val="00916188"/>
    <w:rsid w:val="00923D7D"/>
    <w:rsid w:val="009508DF"/>
    <w:rsid w:val="00950DAC"/>
    <w:rsid w:val="00954A07"/>
    <w:rsid w:val="00972637"/>
    <w:rsid w:val="00997F14"/>
    <w:rsid w:val="009A78D9"/>
    <w:rsid w:val="009C3E31"/>
    <w:rsid w:val="009C54AE"/>
    <w:rsid w:val="009C788E"/>
    <w:rsid w:val="009D34BC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A7F"/>
    <w:rsid w:val="00A36899"/>
    <w:rsid w:val="00A371F6"/>
    <w:rsid w:val="00A43BF6"/>
    <w:rsid w:val="00A53FA5"/>
    <w:rsid w:val="00A54817"/>
    <w:rsid w:val="00A601C8"/>
    <w:rsid w:val="00A60799"/>
    <w:rsid w:val="00A60B45"/>
    <w:rsid w:val="00A84C85"/>
    <w:rsid w:val="00A877E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EF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33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31C"/>
    <w:rsid w:val="00D8075B"/>
    <w:rsid w:val="00D8678B"/>
    <w:rsid w:val="00DA2114"/>
    <w:rsid w:val="00DA769F"/>
    <w:rsid w:val="00DE09C0"/>
    <w:rsid w:val="00DE4A14"/>
    <w:rsid w:val="00DF320D"/>
    <w:rsid w:val="00DF71C8"/>
    <w:rsid w:val="00E129B8"/>
    <w:rsid w:val="00E20332"/>
    <w:rsid w:val="00E21E7D"/>
    <w:rsid w:val="00E22FBC"/>
    <w:rsid w:val="00E24BF5"/>
    <w:rsid w:val="00E25338"/>
    <w:rsid w:val="00E254A9"/>
    <w:rsid w:val="00E51E44"/>
    <w:rsid w:val="00E53B8F"/>
    <w:rsid w:val="00E63348"/>
    <w:rsid w:val="00E742AA"/>
    <w:rsid w:val="00E77E88"/>
    <w:rsid w:val="00E8107D"/>
    <w:rsid w:val="00E960BB"/>
    <w:rsid w:val="00EA2074"/>
    <w:rsid w:val="00EA4832"/>
    <w:rsid w:val="00EA4E9D"/>
    <w:rsid w:val="00EB1715"/>
    <w:rsid w:val="00EC0F4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E59"/>
    <w:rsid w:val="00F617C3"/>
    <w:rsid w:val="00F7066B"/>
    <w:rsid w:val="00F83B28"/>
    <w:rsid w:val="00F974DA"/>
    <w:rsid w:val="00FA46E5"/>
    <w:rsid w:val="00FA6A23"/>
    <w:rsid w:val="00FB7DBA"/>
    <w:rsid w:val="00FC1C25"/>
    <w:rsid w:val="00FC3F45"/>
    <w:rsid w:val="00FD503F"/>
    <w:rsid w:val="00FD7589"/>
    <w:rsid w:val="00FF016A"/>
    <w:rsid w:val="00FF1401"/>
    <w:rsid w:val="00FF5E7D"/>
    <w:rsid w:val="0DD3F86E"/>
    <w:rsid w:val="78519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7CD68"/>
  <w15:docId w15:val="{B207953C-53D2-4E19-816E-DF3F1D0E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8F09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tras.pl/szukaj/?wydawnictwo=%C5%9Al%C4%85sk%20Wydawnictwo%20Naukow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961195-9076-4426-B84E-FE1707D7D37D}"/>
</file>

<file path=customXml/itemProps2.xml><?xml version="1.0" encoding="utf-8"?>
<ds:datastoreItem xmlns:ds="http://schemas.openxmlformats.org/officeDocument/2006/customXml" ds:itemID="{DE455483-8AEF-49E7-9A0B-A09C8CEBE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D0E260-A188-421B-A886-1AD7917486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9AE347-E081-454F-A848-BD528CA594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5</Pages>
  <Words>1247</Words>
  <Characters>7486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14</cp:revision>
  <cp:lastPrinted>2019-02-06T12:12:00Z</cp:lastPrinted>
  <dcterms:created xsi:type="dcterms:W3CDTF">2020-10-27T11:28:00Z</dcterms:created>
  <dcterms:modified xsi:type="dcterms:W3CDTF">2021-09-21T13:46:00Z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